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26C83B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2020-2023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4FD04FC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826D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826D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FiR/I/FiB/C.9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06B3930" w:rsidR="0085747A" w:rsidRPr="009C54AE" w:rsidRDefault="006C3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29B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308E12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D83A9C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18" w:type="dxa"/>
          </w:tcPr>
          <w:p w14:paraId="50724E1D" w14:textId="7A7C51FD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2DA9CF9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Kornberger-Sokołowska E., Finanse jednostek samorządu terytorialnego, LexisNexis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7C521" w14:textId="77777777" w:rsidR="005B7F7B" w:rsidRDefault="005B7F7B" w:rsidP="00C16ABF">
      <w:pPr>
        <w:spacing w:after="0" w:line="240" w:lineRule="auto"/>
      </w:pPr>
      <w:r>
        <w:separator/>
      </w:r>
    </w:p>
  </w:endnote>
  <w:endnote w:type="continuationSeparator" w:id="0">
    <w:p w14:paraId="3868111E" w14:textId="77777777" w:rsidR="005B7F7B" w:rsidRDefault="005B7F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2B126" w14:textId="77777777" w:rsidR="005B7F7B" w:rsidRDefault="005B7F7B" w:rsidP="00C16ABF">
      <w:pPr>
        <w:spacing w:after="0" w:line="240" w:lineRule="auto"/>
      </w:pPr>
      <w:r>
        <w:separator/>
      </w:r>
    </w:p>
  </w:footnote>
  <w:footnote w:type="continuationSeparator" w:id="0">
    <w:p w14:paraId="6465C9AC" w14:textId="77777777" w:rsidR="005B7F7B" w:rsidRDefault="005B7F7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7F7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FE9"/>
    <w:rsid w:val="006620D9"/>
    <w:rsid w:val="00671958"/>
    <w:rsid w:val="00675843"/>
    <w:rsid w:val="00696477"/>
    <w:rsid w:val="006C3AF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513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CCCD57-4EA0-486F-AC58-82180B5D81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2020-10-14T09:58:00Z</dcterms:created>
  <dcterms:modified xsi:type="dcterms:W3CDTF">2021-11-03T04:54:00Z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